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558" w:rsidRDefault="009D0558" w:rsidP="007B3D01">
      <w:pPr>
        <w:overflowPunct/>
        <w:autoSpaceDE/>
        <w:autoSpaceDN/>
        <w:adjustRightInd/>
        <w:ind w:firstLine="348"/>
        <w:jc w:val="both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4D1141" w:rsidRDefault="004D1141" w:rsidP="007B3D01">
      <w:pPr>
        <w:overflowPunct/>
        <w:autoSpaceDE/>
        <w:autoSpaceDN/>
        <w:adjustRightInd/>
        <w:ind w:firstLine="348"/>
        <w:jc w:val="both"/>
        <w:rPr>
          <w:rFonts w:asciiTheme="minorHAnsi" w:hAnsiTheme="minorHAnsi"/>
          <w:sz w:val="22"/>
          <w:szCs w:val="22"/>
        </w:rPr>
      </w:pPr>
    </w:p>
    <w:p w:rsidR="00E81814" w:rsidRPr="00E81814" w:rsidRDefault="00E81814" w:rsidP="00E81814">
      <w:pPr>
        <w:jc w:val="center"/>
        <w:textAlignment w:val="baseline"/>
        <w:rPr>
          <w:rFonts w:ascii="Calibri" w:hAnsi="Calibri"/>
          <w:b/>
          <w:szCs w:val="24"/>
        </w:rPr>
      </w:pPr>
      <w:r w:rsidRPr="00E81814">
        <w:rPr>
          <w:rFonts w:ascii="Calibri" w:hAnsi="Calibri"/>
          <w:b/>
          <w:szCs w:val="24"/>
        </w:rPr>
        <w:t xml:space="preserve">Modulo iscrizione alunni con disabilità atletica leggera su pista </w:t>
      </w:r>
      <w:r w:rsidR="00D14D29">
        <w:rPr>
          <w:rFonts w:ascii="Calibri" w:hAnsi="Calibri"/>
          <w:b/>
          <w:szCs w:val="24"/>
        </w:rPr>
        <w:t>1</w:t>
      </w:r>
      <w:r w:rsidRPr="00E81814">
        <w:rPr>
          <w:rFonts w:ascii="Calibri" w:hAnsi="Calibri"/>
          <w:b/>
          <w:szCs w:val="24"/>
        </w:rPr>
        <w:t>° grado.</w:t>
      </w:r>
    </w:p>
    <w:p w:rsidR="00E81814" w:rsidRPr="00E81814" w:rsidRDefault="00E81814" w:rsidP="00E81814">
      <w:pPr>
        <w:ind w:left="2124" w:hanging="1644"/>
        <w:textAlignment w:val="baseline"/>
        <w:rPr>
          <w:rFonts w:ascii="Calibri" w:hAnsi="Calibri"/>
          <w:b/>
          <w:szCs w:val="24"/>
        </w:rPr>
      </w:pPr>
    </w:p>
    <w:p w:rsidR="00E81814" w:rsidRPr="00E81814" w:rsidRDefault="00E81814" w:rsidP="00E81814">
      <w:pPr>
        <w:ind w:left="2124" w:hanging="1644"/>
        <w:textAlignment w:val="baseline"/>
        <w:rPr>
          <w:rFonts w:ascii="Calibri" w:hAnsi="Calibri"/>
          <w:b/>
          <w:sz w:val="22"/>
          <w:szCs w:val="22"/>
        </w:rPr>
      </w:pPr>
      <w:r w:rsidRPr="00E81814">
        <w:rPr>
          <w:rFonts w:ascii="Calibri" w:hAnsi="Calibri"/>
          <w:b/>
          <w:sz w:val="22"/>
          <w:szCs w:val="22"/>
        </w:rPr>
        <w:t>Istituto partecipante_________________________ Provincia di ________________</w:t>
      </w:r>
    </w:p>
    <w:p w:rsidR="00E81814" w:rsidRPr="00E81814" w:rsidRDefault="00E81814" w:rsidP="00E81814">
      <w:pPr>
        <w:widowControl w:val="0"/>
        <w:textAlignment w:val="baseline"/>
        <w:rPr>
          <w:rFonts w:ascii="Calibri" w:hAnsi="Calibri"/>
          <w:b/>
          <w:sz w:val="22"/>
          <w:szCs w:val="22"/>
        </w:rPr>
      </w:pPr>
    </w:p>
    <w:p w:rsidR="00E81814" w:rsidRPr="00E81814" w:rsidRDefault="00E81814" w:rsidP="00E81814">
      <w:pPr>
        <w:widowControl w:val="0"/>
        <w:textAlignment w:val="baseline"/>
        <w:rPr>
          <w:rFonts w:ascii="Calibri" w:hAnsi="Calibri"/>
          <w:b/>
          <w:sz w:val="22"/>
          <w:szCs w:val="22"/>
        </w:rPr>
      </w:pPr>
    </w:p>
    <w:p w:rsidR="00E81814" w:rsidRDefault="00E81814" w:rsidP="00E81814">
      <w:pPr>
        <w:widowControl w:val="0"/>
        <w:textAlignment w:val="baseline"/>
        <w:rPr>
          <w:rFonts w:ascii="Calibri" w:hAnsi="Calibri"/>
          <w:b/>
          <w:sz w:val="22"/>
          <w:szCs w:val="22"/>
        </w:rPr>
      </w:pPr>
      <w:r w:rsidRPr="00E81814">
        <w:rPr>
          <w:rFonts w:ascii="Calibri" w:hAnsi="Calibri"/>
          <w:b/>
          <w:sz w:val="22"/>
          <w:szCs w:val="22"/>
        </w:rPr>
        <w:t>Da inviare a:</w:t>
      </w:r>
      <w:hyperlink r:id="rId9" w:history="1">
        <w:r w:rsidR="00231D48" w:rsidRPr="00697843">
          <w:rPr>
            <w:rStyle w:val="Collegamentoipertestuale"/>
            <w:rFonts w:ascii="Calibri" w:hAnsi="Calibri"/>
            <w:b/>
            <w:sz w:val="22"/>
            <w:szCs w:val="22"/>
          </w:rPr>
          <w:t>edfisicamarche@istruzione.it</w:t>
        </w:r>
      </w:hyperlink>
      <w:r w:rsidRPr="00E81814">
        <w:rPr>
          <w:rFonts w:ascii="Calibri" w:hAnsi="Calibri"/>
          <w:sz w:val="22"/>
          <w:szCs w:val="22"/>
        </w:rPr>
        <w:t xml:space="preserve"> entro e non oltre il </w:t>
      </w:r>
      <w:r w:rsidR="00D14D29">
        <w:rPr>
          <w:rFonts w:ascii="Calibri" w:hAnsi="Calibri"/>
          <w:b/>
          <w:sz w:val="22"/>
          <w:szCs w:val="22"/>
        </w:rPr>
        <w:t>0</w:t>
      </w:r>
      <w:r w:rsidR="00231D48">
        <w:rPr>
          <w:rFonts w:ascii="Calibri" w:hAnsi="Calibri"/>
          <w:b/>
          <w:sz w:val="22"/>
          <w:szCs w:val="22"/>
        </w:rPr>
        <w:t>7</w:t>
      </w:r>
      <w:r w:rsidR="00D14D29">
        <w:rPr>
          <w:rFonts w:ascii="Calibri" w:hAnsi="Calibri"/>
          <w:b/>
          <w:sz w:val="22"/>
          <w:szCs w:val="22"/>
        </w:rPr>
        <w:t xml:space="preserve"> maggio</w:t>
      </w:r>
      <w:r>
        <w:rPr>
          <w:rFonts w:ascii="Calibri" w:hAnsi="Calibri"/>
          <w:b/>
          <w:sz w:val="22"/>
          <w:szCs w:val="22"/>
        </w:rPr>
        <w:t xml:space="preserve"> 201</w:t>
      </w:r>
      <w:r w:rsidR="00231D48">
        <w:rPr>
          <w:rFonts w:ascii="Calibri" w:hAnsi="Calibri"/>
          <w:b/>
          <w:sz w:val="22"/>
          <w:szCs w:val="22"/>
        </w:rPr>
        <w:t>9</w:t>
      </w:r>
    </w:p>
    <w:p w:rsidR="00E81814" w:rsidRPr="00E81814" w:rsidRDefault="00E81814" w:rsidP="00E81814">
      <w:pPr>
        <w:widowControl w:val="0"/>
        <w:textAlignment w:val="baseline"/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page" w:tblpX="6675" w:tblpY="116"/>
        <w:tblW w:w="389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5"/>
        <w:gridCol w:w="507"/>
        <w:gridCol w:w="507"/>
        <w:gridCol w:w="563"/>
        <w:gridCol w:w="496"/>
        <w:gridCol w:w="453"/>
      </w:tblGrid>
      <w:tr w:rsidR="004D1141" w:rsidRPr="00E81814" w:rsidTr="004D1141">
        <w:trPr>
          <w:trHeight w:val="270"/>
        </w:trPr>
        <w:tc>
          <w:tcPr>
            <w:tcW w:w="136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141" w:rsidRPr="00E81814" w:rsidRDefault="004D1141" w:rsidP="00E81814">
            <w:pPr>
              <w:jc w:val="center"/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141" w:rsidRPr="00E81814" w:rsidRDefault="004D1141" w:rsidP="00E81814">
            <w:pPr>
              <w:jc w:val="center"/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DIR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141" w:rsidRPr="00E81814" w:rsidRDefault="004D1141" w:rsidP="00E81814">
            <w:pPr>
              <w:jc w:val="center"/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C 21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141" w:rsidRPr="00E81814" w:rsidRDefault="004D1141" w:rsidP="00E81814">
            <w:pPr>
              <w:jc w:val="center"/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HFD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141" w:rsidRPr="00E81814" w:rsidRDefault="004D1141" w:rsidP="00E81814">
            <w:pPr>
              <w:jc w:val="center"/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HS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141" w:rsidRPr="00E81814" w:rsidRDefault="004D1141" w:rsidP="00E81814">
            <w:pPr>
              <w:jc w:val="center"/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NV</w:t>
            </w:r>
          </w:p>
        </w:tc>
      </w:tr>
      <w:tr w:rsidR="004D1141" w:rsidRPr="00E81814" w:rsidTr="004D1141">
        <w:trPr>
          <w:trHeight w:val="254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141" w:rsidRPr="00E81814" w:rsidRDefault="004D1141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N° Maschi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141" w:rsidRPr="00E81814" w:rsidRDefault="004D1141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141" w:rsidRPr="00E81814" w:rsidRDefault="004D1141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141" w:rsidRPr="00E81814" w:rsidRDefault="004D1141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141" w:rsidRPr="00E81814" w:rsidRDefault="004D1141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141" w:rsidRPr="00E81814" w:rsidRDefault="004D1141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  <w:tr w:rsidR="004D1141" w:rsidRPr="00E81814" w:rsidTr="004D1141">
        <w:trPr>
          <w:trHeight w:val="270"/>
        </w:trPr>
        <w:tc>
          <w:tcPr>
            <w:tcW w:w="13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141" w:rsidRPr="00E81814" w:rsidRDefault="004D1141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N°Femmine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141" w:rsidRPr="00E81814" w:rsidRDefault="004D1141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141" w:rsidRPr="00E81814" w:rsidRDefault="004D1141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141" w:rsidRPr="00E81814" w:rsidRDefault="004D1141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141" w:rsidRPr="00E81814" w:rsidRDefault="004D1141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141" w:rsidRPr="00E81814" w:rsidRDefault="004D1141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  <w:tr w:rsidR="004D1141" w:rsidRPr="00E81814" w:rsidTr="004D1141">
        <w:trPr>
          <w:trHeight w:val="270"/>
        </w:trPr>
        <w:tc>
          <w:tcPr>
            <w:tcW w:w="13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141" w:rsidRPr="00E81814" w:rsidRDefault="004D1141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141" w:rsidRPr="00E81814" w:rsidRDefault="004D1141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141" w:rsidRPr="00E81814" w:rsidRDefault="004D1141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141" w:rsidRPr="00E81814" w:rsidRDefault="004D1141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141" w:rsidRPr="00E81814" w:rsidRDefault="004D1141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141" w:rsidRPr="00E81814" w:rsidRDefault="004D1141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E81814" w:rsidRPr="00E81814" w:rsidRDefault="00E81814" w:rsidP="00E81814">
      <w:pPr>
        <w:textAlignment w:val="baseline"/>
        <w:rPr>
          <w:rFonts w:ascii="Calibri" w:hAnsi="Calibri"/>
          <w:b/>
          <w:sz w:val="22"/>
          <w:szCs w:val="22"/>
        </w:rPr>
      </w:pPr>
    </w:p>
    <w:p w:rsidR="00E81814" w:rsidRPr="00E81814" w:rsidRDefault="00E81814" w:rsidP="00E81814">
      <w:pPr>
        <w:textAlignment w:val="baseline"/>
        <w:rPr>
          <w:rFonts w:ascii="Calibri" w:hAnsi="Calibri"/>
          <w:b/>
          <w:i/>
          <w:sz w:val="22"/>
          <w:szCs w:val="22"/>
        </w:rPr>
      </w:pPr>
    </w:p>
    <w:p w:rsidR="00E81814" w:rsidRPr="00E81814" w:rsidRDefault="00E81814" w:rsidP="00E81814">
      <w:pPr>
        <w:textAlignment w:val="baseline"/>
        <w:rPr>
          <w:rFonts w:ascii="Calibri" w:hAnsi="Calibri"/>
          <w:i/>
          <w:sz w:val="22"/>
          <w:szCs w:val="22"/>
        </w:rPr>
      </w:pPr>
      <w:r w:rsidRPr="00E81814">
        <w:rPr>
          <w:rFonts w:ascii="Calibri" w:hAnsi="Calibri"/>
          <w:b/>
          <w:i/>
          <w:sz w:val="22"/>
          <w:szCs w:val="22"/>
        </w:rPr>
        <w:t>Individuali</w:t>
      </w:r>
    </w:p>
    <w:p w:rsidR="00E81814" w:rsidRPr="00E81814" w:rsidRDefault="00E81814" w:rsidP="00E81814">
      <w:pPr>
        <w:textAlignment w:val="baseline"/>
        <w:rPr>
          <w:rFonts w:ascii="Calibri" w:hAnsi="Calibri"/>
          <w:sz w:val="22"/>
          <w:szCs w:val="22"/>
        </w:rPr>
      </w:pPr>
    </w:p>
    <w:p w:rsidR="00E81814" w:rsidRPr="00E81814" w:rsidRDefault="00E81814" w:rsidP="00E81814">
      <w:pPr>
        <w:textAlignment w:val="baseline"/>
        <w:rPr>
          <w:rFonts w:ascii="Calibri" w:hAnsi="Calibri"/>
          <w:sz w:val="22"/>
          <w:szCs w:val="22"/>
        </w:rPr>
      </w:pPr>
    </w:p>
    <w:p w:rsidR="00E81814" w:rsidRPr="00E81814" w:rsidRDefault="00E81814" w:rsidP="00E81814">
      <w:pPr>
        <w:textAlignment w:val="baseline"/>
        <w:rPr>
          <w:rFonts w:ascii="Calibri" w:hAnsi="Calibri"/>
          <w:sz w:val="22"/>
          <w:szCs w:val="22"/>
        </w:rPr>
      </w:pPr>
    </w:p>
    <w:p w:rsidR="00E81814" w:rsidRPr="00E81814" w:rsidRDefault="00E81814" w:rsidP="00E81814">
      <w:pPr>
        <w:textAlignment w:val="baseline"/>
        <w:rPr>
          <w:rFonts w:ascii="Calibri" w:hAnsi="Calibri"/>
          <w:sz w:val="22"/>
          <w:szCs w:val="22"/>
        </w:rPr>
      </w:pPr>
    </w:p>
    <w:tbl>
      <w:tblPr>
        <w:tblW w:w="926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6"/>
        <w:gridCol w:w="905"/>
        <w:gridCol w:w="1633"/>
        <w:gridCol w:w="1158"/>
        <w:gridCol w:w="740"/>
        <w:gridCol w:w="706"/>
        <w:gridCol w:w="567"/>
        <w:gridCol w:w="829"/>
        <w:gridCol w:w="709"/>
      </w:tblGrid>
      <w:tr w:rsidR="00E81814" w:rsidRPr="00E81814" w:rsidTr="00007074">
        <w:trPr>
          <w:trHeight w:val="326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Cognome e Nome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Data di</w:t>
            </w:r>
          </w:p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nascita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Tempo/Misura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Categoria</w:t>
            </w:r>
          </w:p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 xml:space="preserve">di </w:t>
            </w:r>
          </w:p>
          <w:p w:rsidR="00E81814" w:rsidRPr="00E81814" w:rsidRDefault="00E81814" w:rsidP="00D14D29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disabilità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Sesso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814" w:rsidRPr="00E81814" w:rsidRDefault="0000707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8</w:t>
            </w:r>
            <w:r w:rsidR="00E81814" w:rsidRPr="00E81814">
              <w:rPr>
                <w:rFonts w:ascii="Calibri" w:hAnsi="Calibri"/>
                <w:b/>
                <w:bCs/>
                <w:sz w:val="22"/>
                <w:szCs w:val="22"/>
              </w:rPr>
              <w:t>0 mt.</w:t>
            </w:r>
          </w:p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4</w:t>
            </w:r>
          </w:p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x</w:t>
            </w:r>
          </w:p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:rsidR="00E81814" w:rsidRPr="00E81814" w:rsidRDefault="0000707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vortex</w:t>
            </w:r>
          </w:p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Lungo</w:t>
            </w:r>
          </w:p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E81814" w:rsidRPr="00E81814" w:rsidTr="00007074">
        <w:trPr>
          <w:trHeight w:val="326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E81814" w:rsidRPr="00E81814" w:rsidTr="00007074">
        <w:trPr>
          <w:trHeight w:val="326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E81814" w:rsidRPr="00E81814" w:rsidTr="00007074">
        <w:trPr>
          <w:trHeight w:val="326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</w:tr>
      <w:tr w:rsidR="00E81814" w:rsidRPr="00E81814" w:rsidTr="00007074">
        <w:trPr>
          <w:trHeight w:val="326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</w:tr>
      <w:tr w:rsidR="00E81814" w:rsidRPr="00E81814" w:rsidTr="00007074">
        <w:trPr>
          <w:trHeight w:val="326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</w:tr>
      <w:tr w:rsidR="00E81814" w:rsidRPr="00E81814" w:rsidTr="00007074">
        <w:trPr>
          <w:trHeight w:val="345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</w:tr>
    </w:tbl>
    <w:p w:rsidR="00E81814" w:rsidRPr="00E81814" w:rsidRDefault="00E81814" w:rsidP="00E81814">
      <w:pPr>
        <w:textAlignment w:val="baseline"/>
        <w:rPr>
          <w:rFonts w:ascii="Calibri" w:hAnsi="Calibri"/>
          <w:b/>
          <w:sz w:val="22"/>
          <w:szCs w:val="22"/>
        </w:rPr>
      </w:pPr>
      <w:r w:rsidRPr="00E81814">
        <w:rPr>
          <w:rFonts w:ascii="Calibri" w:hAnsi="Calibri"/>
          <w:b/>
          <w:sz w:val="22"/>
          <w:szCs w:val="22"/>
        </w:rPr>
        <w:t>Contrassegnare con una X le gare alle quali iscrivere gli alunni. E’ possibile iscrivere solo una gara per alunno più la staffetta.</w:t>
      </w:r>
    </w:p>
    <w:p w:rsidR="00E81814" w:rsidRPr="00E81814" w:rsidRDefault="00E81814" w:rsidP="00E81814">
      <w:pPr>
        <w:textAlignment w:val="baseline"/>
        <w:rPr>
          <w:rFonts w:ascii="Calibri" w:hAnsi="Calibri"/>
          <w:b/>
          <w:sz w:val="22"/>
          <w:szCs w:val="22"/>
        </w:rPr>
      </w:pPr>
    </w:p>
    <w:p w:rsidR="00E81814" w:rsidRPr="00E81814" w:rsidRDefault="00E81814" w:rsidP="00E81814">
      <w:pPr>
        <w:textAlignment w:val="baseline"/>
        <w:rPr>
          <w:rFonts w:ascii="Calibri" w:hAnsi="Calibri"/>
          <w:b/>
          <w:sz w:val="22"/>
          <w:szCs w:val="22"/>
        </w:rPr>
      </w:pPr>
      <w:r w:rsidRPr="00E81814">
        <w:rPr>
          <w:rFonts w:ascii="Calibri" w:hAnsi="Calibri"/>
          <w:b/>
          <w:i/>
          <w:sz w:val="22"/>
          <w:szCs w:val="22"/>
        </w:rPr>
        <w:t>Staffetta 4 x 100 mt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5"/>
        <w:gridCol w:w="2922"/>
        <w:gridCol w:w="2341"/>
        <w:gridCol w:w="2341"/>
      </w:tblGrid>
      <w:tr w:rsidR="00E81814" w:rsidRPr="00E81814" w:rsidTr="00365D78">
        <w:trPr>
          <w:trHeight w:val="326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Cognome e Nome</w:t>
            </w: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Data di nascita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Sesso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Categoria di disabilità*</w:t>
            </w:r>
          </w:p>
        </w:tc>
      </w:tr>
      <w:tr w:rsidR="00E81814" w:rsidRPr="00E81814" w:rsidTr="00365D78">
        <w:trPr>
          <w:trHeight w:val="326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E81814" w:rsidRPr="00E81814" w:rsidTr="00365D78">
        <w:trPr>
          <w:trHeight w:val="326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E81814" w:rsidRPr="00E81814" w:rsidTr="00365D78">
        <w:trPr>
          <w:trHeight w:val="326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E81814" w:rsidRPr="00E81814" w:rsidTr="00365D78">
        <w:trPr>
          <w:trHeight w:val="326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E81814" w:rsidRPr="00E81814" w:rsidRDefault="00E81814" w:rsidP="00E81814">
      <w:pPr>
        <w:widowControl w:val="0"/>
        <w:textAlignment w:val="baseline"/>
        <w:rPr>
          <w:rFonts w:ascii="Calibri" w:hAnsi="Calibri"/>
          <w:sz w:val="22"/>
          <w:szCs w:val="22"/>
        </w:rPr>
      </w:pPr>
    </w:p>
    <w:p w:rsidR="00E81814" w:rsidRPr="00E81814" w:rsidRDefault="00E81814" w:rsidP="00E81814">
      <w:pPr>
        <w:textAlignment w:val="baseline"/>
        <w:rPr>
          <w:rFonts w:ascii="Calibri" w:hAnsi="Calibri"/>
          <w:b/>
          <w:sz w:val="22"/>
          <w:szCs w:val="22"/>
        </w:rPr>
      </w:pPr>
      <w:r w:rsidRPr="00E81814">
        <w:rPr>
          <w:rFonts w:ascii="Calibri" w:hAnsi="Calibri"/>
          <w:b/>
          <w:sz w:val="22"/>
          <w:szCs w:val="22"/>
        </w:rPr>
        <w:t>* La categoria va inserita solo per gli alunni disabili</w:t>
      </w:r>
    </w:p>
    <w:p w:rsidR="00E81814" w:rsidRPr="00E81814" w:rsidRDefault="00E81814" w:rsidP="00E81814">
      <w:pPr>
        <w:textAlignment w:val="baseline"/>
        <w:rPr>
          <w:rFonts w:ascii="Calibri" w:hAnsi="Calibri"/>
          <w:bCs/>
          <w:sz w:val="18"/>
          <w:szCs w:val="18"/>
        </w:rPr>
      </w:pPr>
      <w:r w:rsidRPr="00E81814">
        <w:rPr>
          <w:rFonts w:ascii="Calibri" w:hAnsi="Calibri"/>
          <w:bCs/>
          <w:sz w:val="18"/>
          <w:szCs w:val="18"/>
        </w:rPr>
        <w:t xml:space="preserve">Si dichiara che tutti gli alunni in elenco nella presente pagina sono iscritti e frequentanti, e sono stati sottoposti al controllo </w:t>
      </w:r>
    </w:p>
    <w:p w:rsidR="00E81814" w:rsidRPr="00E81814" w:rsidRDefault="00E81814" w:rsidP="00E81814">
      <w:pPr>
        <w:textAlignment w:val="baseline"/>
        <w:rPr>
          <w:rFonts w:ascii="Calibri" w:hAnsi="Calibri"/>
          <w:bCs/>
          <w:sz w:val="18"/>
          <w:szCs w:val="18"/>
        </w:rPr>
      </w:pPr>
      <w:r w:rsidRPr="00E81814">
        <w:rPr>
          <w:rFonts w:ascii="Calibri" w:hAnsi="Calibri"/>
          <w:bCs/>
          <w:sz w:val="18"/>
          <w:szCs w:val="18"/>
        </w:rPr>
        <w:t xml:space="preserve">sanitario per la </w:t>
      </w:r>
      <w:r w:rsidRPr="00E81814">
        <w:rPr>
          <w:rFonts w:ascii="Calibri" w:hAnsi="Calibri"/>
          <w:sz w:val="18"/>
          <w:szCs w:val="18"/>
        </w:rPr>
        <w:t xml:space="preserve">pratica di attività sportive NON agonistiche secondo la normativa vigente.             </w:t>
      </w:r>
    </w:p>
    <w:p w:rsidR="00E81814" w:rsidRPr="00E81814" w:rsidRDefault="00E81814" w:rsidP="00E81814">
      <w:pPr>
        <w:overflowPunct/>
        <w:rPr>
          <w:rFonts w:ascii="Calibri" w:hAnsi="Calibri"/>
          <w:sz w:val="18"/>
          <w:szCs w:val="18"/>
        </w:rPr>
      </w:pPr>
      <w:r w:rsidRPr="00E81814">
        <w:rPr>
          <w:rFonts w:ascii="Calibri" w:hAnsi="Calibri"/>
          <w:i/>
          <w:sz w:val="16"/>
          <w:szCs w:val="16"/>
        </w:rPr>
        <w:tab/>
      </w:r>
      <w:r w:rsidRPr="00E81814">
        <w:rPr>
          <w:rFonts w:ascii="Calibri" w:hAnsi="Calibri"/>
          <w:i/>
          <w:sz w:val="16"/>
          <w:szCs w:val="16"/>
        </w:rPr>
        <w:tab/>
      </w:r>
      <w:r w:rsidRPr="00E81814">
        <w:rPr>
          <w:rFonts w:ascii="Calibri" w:hAnsi="Calibri"/>
          <w:i/>
          <w:sz w:val="16"/>
          <w:szCs w:val="16"/>
        </w:rPr>
        <w:tab/>
      </w:r>
    </w:p>
    <w:p w:rsidR="00E81814" w:rsidRDefault="00E81814" w:rsidP="007B3D01">
      <w:pPr>
        <w:overflowPunct/>
        <w:autoSpaceDE/>
        <w:autoSpaceDN/>
        <w:adjustRightInd/>
        <w:ind w:firstLine="348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492B44" w:rsidRDefault="00492B44" w:rsidP="007B3D01">
      <w:pPr>
        <w:overflowPunct/>
        <w:autoSpaceDE/>
        <w:autoSpaceDN/>
        <w:adjustRightInd/>
        <w:ind w:firstLine="348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492B44" w:rsidRPr="007B3D01" w:rsidRDefault="00492B44" w:rsidP="007B3D01">
      <w:pPr>
        <w:overflowPunct/>
        <w:autoSpaceDE/>
        <w:autoSpaceDN/>
        <w:adjustRightInd/>
        <w:ind w:firstLine="348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ab/>
      </w:r>
      <w:r>
        <w:rPr>
          <w:rFonts w:asciiTheme="minorHAnsi" w:hAnsiTheme="minorHAnsi"/>
          <w:b/>
          <w:bCs/>
          <w:sz w:val="22"/>
          <w:szCs w:val="22"/>
        </w:rPr>
        <w:tab/>
      </w:r>
      <w:r>
        <w:rPr>
          <w:rFonts w:asciiTheme="minorHAnsi" w:hAnsiTheme="minorHAnsi"/>
          <w:b/>
          <w:bCs/>
          <w:sz w:val="22"/>
          <w:szCs w:val="22"/>
        </w:rPr>
        <w:tab/>
      </w:r>
      <w:r>
        <w:rPr>
          <w:rFonts w:asciiTheme="minorHAnsi" w:hAnsiTheme="minorHAnsi"/>
          <w:b/>
          <w:bCs/>
          <w:sz w:val="22"/>
          <w:szCs w:val="22"/>
        </w:rPr>
        <w:tab/>
      </w:r>
      <w:r>
        <w:rPr>
          <w:rFonts w:asciiTheme="minorHAnsi" w:hAnsiTheme="minorHAnsi"/>
          <w:b/>
          <w:bCs/>
          <w:sz w:val="22"/>
          <w:szCs w:val="22"/>
        </w:rPr>
        <w:tab/>
      </w:r>
      <w:r>
        <w:rPr>
          <w:rFonts w:asciiTheme="minorHAnsi" w:hAnsiTheme="minorHAnsi"/>
          <w:b/>
          <w:bCs/>
          <w:sz w:val="22"/>
          <w:szCs w:val="22"/>
        </w:rPr>
        <w:tab/>
      </w:r>
      <w:r>
        <w:rPr>
          <w:rFonts w:asciiTheme="minorHAnsi" w:hAnsiTheme="minorHAnsi"/>
          <w:b/>
          <w:bCs/>
          <w:sz w:val="22"/>
          <w:szCs w:val="22"/>
        </w:rPr>
        <w:tab/>
      </w:r>
      <w:r>
        <w:rPr>
          <w:rFonts w:asciiTheme="minorHAnsi" w:hAnsiTheme="minorHAnsi"/>
          <w:b/>
          <w:bCs/>
          <w:sz w:val="22"/>
          <w:szCs w:val="22"/>
        </w:rPr>
        <w:tab/>
      </w:r>
      <w:r>
        <w:rPr>
          <w:rFonts w:asciiTheme="minorHAnsi" w:hAnsiTheme="minorHAnsi"/>
          <w:b/>
          <w:bCs/>
          <w:sz w:val="22"/>
          <w:szCs w:val="22"/>
        </w:rPr>
        <w:tab/>
        <w:t>Il Dirigente Scolastico</w:t>
      </w:r>
    </w:p>
    <w:sectPr w:rsidR="00492B44" w:rsidRPr="007B3D01" w:rsidSect="005F77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1418" w:right="992" w:bottom="851" w:left="1276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06F" w:rsidRDefault="0007706F">
      <w:r>
        <w:separator/>
      </w:r>
    </w:p>
  </w:endnote>
  <w:endnote w:type="continuationSeparator" w:id="0">
    <w:p w:rsidR="0007706F" w:rsidRDefault="0007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3EE" w:rsidRDefault="009133E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3EE" w:rsidRDefault="009133EE" w:rsidP="001446D9">
    <w:pPr>
      <w:pStyle w:val="Pidipagina"/>
      <w:jc w:val="center"/>
      <w:rPr>
        <w:rFonts w:asciiTheme="minorHAnsi" w:hAnsiTheme="minorHAnsi"/>
        <w:sz w:val="16"/>
        <w:szCs w:val="16"/>
      </w:rPr>
    </w:pPr>
    <w:r w:rsidRPr="009133EE">
      <w:rPr>
        <w:rFonts w:asciiTheme="minorHAnsi" w:hAnsiTheme="minorHAnsi"/>
        <w:sz w:val="16"/>
        <w:szCs w:val="16"/>
      </w:rPr>
      <w:t>201904151409_Modello_disabili_atletica pista_1°_</w:t>
    </w:r>
    <w:r>
      <w:rPr>
        <w:rFonts w:asciiTheme="minorHAnsi" w:hAnsiTheme="minorHAnsi"/>
        <w:sz w:val="16"/>
        <w:szCs w:val="16"/>
      </w:rPr>
      <w:t>grado_Ancona_15 maggio 2019</w:t>
    </w:r>
  </w:p>
  <w:p w:rsidR="00533D19" w:rsidRPr="00F5225F" w:rsidRDefault="00533D19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F5225F">
      <w:rPr>
        <w:rFonts w:asciiTheme="minorHAnsi" w:hAnsiTheme="minorHAnsi" w:cs="Arial"/>
        <w:sz w:val="16"/>
        <w:szCs w:val="16"/>
      </w:rPr>
      <w:t xml:space="preserve">Via XXV Aprile, 19  - </w:t>
    </w:r>
    <w:r w:rsidRPr="00F5225F">
      <w:rPr>
        <w:rFonts w:asciiTheme="minorHAnsi" w:hAnsiTheme="minorHAnsi" w:cs="Arial"/>
        <w:smallCaps/>
        <w:sz w:val="16"/>
        <w:szCs w:val="16"/>
      </w:rPr>
      <w:t>Ancona</w:t>
    </w:r>
    <w:r w:rsidRPr="00F5225F">
      <w:rPr>
        <w:rFonts w:asciiTheme="minorHAnsi" w:hAnsiTheme="minorHAnsi" w:cs="Arial"/>
        <w:sz w:val="16"/>
        <w:szCs w:val="16"/>
      </w:rPr>
      <w:t xml:space="preserve"> - tel. 071 22 951 –  indirizzo posta elettronica certificata </w:t>
    </w:r>
    <w:hyperlink r:id="rId1" w:history="1">
      <w:r w:rsidRPr="00F5225F">
        <w:rPr>
          <w:rStyle w:val="Collegamentoipertestuale"/>
          <w:rFonts w:asciiTheme="minorHAnsi" w:hAnsiTheme="minorHAnsi" w:cs="Arial"/>
          <w:sz w:val="16"/>
          <w:szCs w:val="16"/>
        </w:rPr>
        <w:t>drma@postacert.istruzione.it</w:t>
      </w:r>
    </w:hyperlink>
  </w:p>
  <w:p w:rsidR="00533D19" w:rsidRPr="00F5225F" w:rsidRDefault="00533D19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F5225F">
      <w:rPr>
        <w:rFonts w:asciiTheme="minorHAnsi" w:hAnsiTheme="minorHAnsi" w:cs="Arial"/>
        <w:sz w:val="16"/>
        <w:szCs w:val="16"/>
      </w:rPr>
      <w:t xml:space="preserve">indirizzo posta elettronica ordinaria </w:t>
    </w:r>
    <w:hyperlink r:id="rId2" w:history="1">
      <w:r w:rsidRPr="00F5225F">
        <w:rPr>
          <w:rStyle w:val="Collegamentoipertestuale"/>
          <w:rFonts w:asciiTheme="minorHAnsi" w:hAnsiTheme="minorHAnsi" w:cs="Arial"/>
          <w:sz w:val="16"/>
          <w:szCs w:val="16"/>
        </w:rPr>
        <w:t>direzione-marche@istruzione.it</w:t>
      </w:r>
    </w:hyperlink>
    <w:r w:rsidRPr="00F5225F">
      <w:rPr>
        <w:rFonts w:asciiTheme="minorHAnsi" w:hAnsiTheme="minorHAnsi" w:cs="Arial"/>
        <w:sz w:val="16"/>
        <w:szCs w:val="16"/>
      </w:rPr>
      <w:t xml:space="preserve"> – sito WEB </w:t>
    </w:r>
    <w:hyperlink r:id="rId3" w:history="1">
      <w:r w:rsidRPr="00F5225F">
        <w:rPr>
          <w:rStyle w:val="Collegamentoipertestuale"/>
          <w:rFonts w:asciiTheme="minorHAnsi" w:hAnsiTheme="minorHAnsi" w:cs="Arial"/>
          <w:sz w:val="16"/>
          <w:szCs w:val="16"/>
        </w:rPr>
        <w:t>http://www.marche.istruzione.it</w:t>
      </w:r>
    </w:hyperlink>
  </w:p>
  <w:p w:rsidR="00533D19" w:rsidRPr="00136AAF" w:rsidRDefault="00533D19" w:rsidP="00136AAF">
    <w:pPr>
      <w:pStyle w:val="Pidipagina"/>
      <w:rPr>
        <w:szCs w:val="15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3EE" w:rsidRDefault="009133E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06F" w:rsidRDefault="0007706F">
      <w:r>
        <w:separator/>
      </w:r>
    </w:p>
  </w:footnote>
  <w:footnote w:type="continuationSeparator" w:id="0">
    <w:p w:rsidR="0007706F" w:rsidRDefault="000770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3EE" w:rsidRDefault="009133E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D19" w:rsidRDefault="00533D19" w:rsidP="001328E3">
    <w:pPr>
      <w:pStyle w:val="Intestazione"/>
      <w:spacing w:after="60"/>
      <w:jc w:val="center"/>
      <w:rPr>
        <w:rFonts w:ascii="Palace Script MT" w:hAnsi="Palace Script MT"/>
        <w:w w:val="66"/>
        <w:sz w:val="40"/>
        <w:szCs w:val="40"/>
      </w:rPr>
    </w:pPr>
  </w:p>
  <w:p w:rsidR="00533D19" w:rsidRPr="006E4A3F" w:rsidRDefault="00533D19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:rsidR="00533D19" w:rsidRDefault="000654E5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>
          <wp:extent cx="434340" cy="434340"/>
          <wp:effectExtent l="0" t="0" r="3810" b="3810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33D19" w:rsidRPr="001446D9" w:rsidRDefault="00533D19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533D19" w:rsidRPr="001446D9" w:rsidRDefault="00533D19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533D19" w:rsidRPr="00717618" w:rsidRDefault="00533D19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717618">
      <w:rPr>
        <w:rFonts w:ascii="Monotype Corsiva" w:hAnsi="Monotype Corsiva" w:cs="Tahoma"/>
        <w:i/>
        <w:sz w:val="32"/>
        <w:szCs w:val="32"/>
      </w:rPr>
      <w:t>Direzione Generale</w:t>
    </w:r>
  </w:p>
  <w:p w:rsidR="00533D19" w:rsidRDefault="00533D19" w:rsidP="008B4793">
    <w:pPr>
      <w:jc w:val="center"/>
      <w:rPr>
        <w:rFonts w:ascii="Century" w:hAnsi="Century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3EE" w:rsidRDefault="009133E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003F31D6"/>
    <w:multiLevelType w:val="hybridMultilevel"/>
    <w:tmpl w:val="3014E5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87697"/>
    <w:multiLevelType w:val="hybridMultilevel"/>
    <w:tmpl w:val="E1F8733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A1317"/>
    <w:multiLevelType w:val="hybridMultilevel"/>
    <w:tmpl w:val="B478D500"/>
    <w:lvl w:ilvl="0" w:tplc="C8D426AA"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318A2BEC"/>
    <w:multiLevelType w:val="hybridMultilevel"/>
    <w:tmpl w:val="1A60295A"/>
    <w:lvl w:ilvl="0" w:tplc="9AE0FEF8">
      <w:start w:val="1"/>
      <w:numFmt w:val="decimal"/>
      <w:lvlText w:val="%1."/>
      <w:lvlJc w:val="left"/>
      <w:pPr>
        <w:ind w:left="1494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50D074A8"/>
    <w:multiLevelType w:val="hybridMultilevel"/>
    <w:tmpl w:val="5D48F800"/>
    <w:lvl w:ilvl="0" w:tplc="0EF4EBEC">
      <w:numFmt w:val="bullet"/>
      <w:lvlText w:val="-"/>
      <w:lvlJc w:val="left"/>
      <w:pPr>
        <w:ind w:left="1143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9">
    <w:nsid w:val="610014AE"/>
    <w:multiLevelType w:val="hybridMultilevel"/>
    <w:tmpl w:val="3D1E22D2"/>
    <w:lvl w:ilvl="0" w:tplc="CAC459CC"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7BC87AC2"/>
    <w:multiLevelType w:val="hybridMultilevel"/>
    <w:tmpl w:val="130CFA68"/>
    <w:lvl w:ilvl="0" w:tplc="20FA71F4">
      <w:numFmt w:val="bullet"/>
      <w:lvlText w:val="-"/>
      <w:lvlJc w:val="left"/>
      <w:pPr>
        <w:ind w:left="927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6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10"/>
  </w:num>
  <w:num w:numId="7">
    <w:abstractNumId w:val="8"/>
  </w:num>
  <w:num w:numId="8">
    <w:abstractNumId w:val="9"/>
  </w:num>
  <w:num w:numId="9">
    <w:abstractNumId w:val="3"/>
  </w:num>
  <w:num w:numId="10">
    <w:abstractNumId w:val="7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3B4"/>
    <w:rsid w:val="0000406A"/>
    <w:rsid w:val="00005F00"/>
    <w:rsid w:val="00007074"/>
    <w:rsid w:val="000152F8"/>
    <w:rsid w:val="000173CD"/>
    <w:rsid w:val="00046F41"/>
    <w:rsid w:val="00057F2E"/>
    <w:rsid w:val="000654E5"/>
    <w:rsid w:val="000726AC"/>
    <w:rsid w:val="00073ADC"/>
    <w:rsid w:val="0007706F"/>
    <w:rsid w:val="00077991"/>
    <w:rsid w:val="000A0FD4"/>
    <w:rsid w:val="000C6174"/>
    <w:rsid w:val="001169C1"/>
    <w:rsid w:val="001316FF"/>
    <w:rsid w:val="001328E3"/>
    <w:rsid w:val="00136AAF"/>
    <w:rsid w:val="001371CC"/>
    <w:rsid w:val="00137285"/>
    <w:rsid w:val="001446D9"/>
    <w:rsid w:val="0016279B"/>
    <w:rsid w:val="0016307F"/>
    <w:rsid w:val="0018618D"/>
    <w:rsid w:val="001E69C9"/>
    <w:rsid w:val="001E78C3"/>
    <w:rsid w:val="001F4E08"/>
    <w:rsid w:val="0022089E"/>
    <w:rsid w:val="00231D48"/>
    <w:rsid w:val="0023496C"/>
    <w:rsid w:val="00241014"/>
    <w:rsid w:val="00246041"/>
    <w:rsid w:val="002567E5"/>
    <w:rsid w:val="0026476F"/>
    <w:rsid w:val="002744B4"/>
    <w:rsid w:val="00274B52"/>
    <w:rsid w:val="0028086A"/>
    <w:rsid w:val="002A2A80"/>
    <w:rsid w:val="002C10D9"/>
    <w:rsid w:val="002D4397"/>
    <w:rsid w:val="002D714B"/>
    <w:rsid w:val="002E014D"/>
    <w:rsid w:val="002E45F0"/>
    <w:rsid w:val="002E5ED1"/>
    <w:rsid w:val="002E6CB5"/>
    <w:rsid w:val="00315355"/>
    <w:rsid w:val="00334525"/>
    <w:rsid w:val="00353199"/>
    <w:rsid w:val="00354C8B"/>
    <w:rsid w:val="003751BB"/>
    <w:rsid w:val="00375C48"/>
    <w:rsid w:val="003806E6"/>
    <w:rsid w:val="00391B37"/>
    <w:rsid w:val="003950EB"/>
    <w:rsid w:val="003A5871"/>
    <w:rsid w:val="003E57A5"/>
    <w:rsid w:val="003F11D3"/>
    <w:rsid w:val="00425315"/>
    <w:rsid w:val="00433B15"/>
    <w:rsid w:val="0043794B"/>
    <w:rsid w:val="00451B49"/>
    <w:rsid w:val="00470869"/>
    <w:rsid w:val="0047283F"/>
    <w:rsid w:val="00485574"/>
    <w:rsid w:val="00492B44"/>
    <w:rsid w:val="00494AE0"/>
    <w:rsid w:val="004D1141"/>
    <w:rsid w:val="0051327E"/>
    <w:rsid w:val="00515873"/>
    <w:rsid w:val="0052188B"/>
    <w:rsid w:val="0052498C"/>
    <w:rsid w:val="00527FC3"/>
    <w:rsid w:val="00531945"/>
    <w:rsid w:val="00533D19"/>
    <w:rsid w:val="00541975"/>
    <w:rsid w:val="00542D1E"/>
    <w:rsid w:val="0054659E"/>
    <w:rsid w:val="0057189C"/>
    <w:rsid w:val="005734D2"/>
    <w:rsid w:val="00586341"/>
    <w:rsid w:val="005A292B"/>
    <w:rsid w:val="005A694F"/>
    <w:rsid w:val="005B7401"/>
    <w:rsid w:val="005D0EF5"/>
    <w:rsid w:val="005D2E02"/>
    <w:rsid w:val="005E72F2"/>
    <w:rsid w:val="005F77E6"/>
    <w:rsid w:val="00636AE4"/>
    <w:rsid w:val="006472B7"/>
    <w:rsid w:val="0066114A"/>
    <w:rsid w:val="0066458B"/>
    <w:rsid w:val="00687DDC"/>
    <w:rsid w:val="006B050B"/>
    <w:rsid w:val="006B34B4"/>
    <w:rsid w:val="006C15B0"/>
    <w:rsid w:val="006C28BB"/>
    <w:rsid w:val="006C52DC"/>
    <w:rsid w:val="006E4A3F"/>
    <w:rsid w:val="006E57CD"/>
    <w:rsid w:val="006E5E71"/>
    <w:rsid w:val="007058A4"/>
    <w:rsid w:val="00717618"/>
    <w:rsid w:val="007228EE"/>
    <w:rsid w:val="00725996"/>
    <w:rsid w:val="0073770B"/>
    <w:rsid w:val="007410C8"/>
    <w:rsid w:val="00767B5F"/>
    <w:rsid w:val="00774E28"/>
    <w:rsid w:val="00787314"/>
    <w:rsid w:val="00797651"/>
    <w:rsid w:val="007B23D0"/>
    <w:rsid w:val="007B3D01"/>
    <w:rsid w:val="007C0265"/>
    <w:rsid w:val="007D701D"/>
    <w:rsid w:val="00820087"/>
    <w:rsid w:val="008266E0"/>
    <w:rsid w:val="00831F72"/>
    <w:rsid w:val="0083602B"/>
    <w:rsid w:val="00845857"/>
    <w:rsid w:val="00856D0E"/>
    <w:rsid w:val="00875080"/>
    <w:rsid w:val="008754EA"/>
    <w:rsid w:val="00877183"/>
    <w:rsid w:val="008A1E55"/>
    <w:rsid w:val="008B2B97"/>
    <w:rsid w:val="008B44BB"/>
    <w:rsid w:val="008B4793"/>
    <w:rsid w:val="008C57DC"/>
    <w:rsid w:val="008C5CA0"/>
    <w:rsid w:val="008D12ED"/>
    <w:rsid w:val="008F6CF4"/>
    <w:rsid w:val="00902A66"/>
    <w:rsid w:val="009133EE"/>
    <w:rsid w:val="00916337"/>
    <w:rsid w:val="009225AA"/>
    <w:rsid w:val="009344AA"/>
    <w:rsid w:val="00952391"/>
    <w:rsid w:val="00955DED"/>
    <w:rsid w:val="00971B29"/>
    <w:rsid w:val="00977DC9"/>
    <w:rsid w:val="00986941"/>
    <w:rsid w:val="00995B78"/>
    <w:rsid w:val="00995FE0"/>
    <w:rsid w:val="009966AD"/>
    <w:rsid w:val="009A270E"/>
    <w:rsid w:val="009B7C37"/>
    <w:rsid w:val="009C0871"/>
    <w:rsid w:val="009D0558"/>
    <w:rsid w:val="009E3DA8"/>
    <w:rsid w:val="00A06708"/>
    <w:rsid w:val="00A20EEC"/>
    <w:rsid w:val="00A40E93"/>
    <w:rsid w:val="00A43D45"/>
    <w:rsid w:val="00A7460D"/>
    <w:rsid w:val="00A856F2"/>
    <w:rsid w:val="00A85815"/>
    <w:rsid w:val="00A942C1"/>
    <w:rsid w:val="00A97D6D"/>
    <w:rsid w:val="00AA38F2"/>
    <w:rsid w:val="00AA7A72"/>
    <w:rsid w:val="00AB48F2"/>
    <w:rsid w:val="00AC63AB"/>
    <w:rsid w:val="00AE5027"/>
    <w:rsid w:val="00AE7195"/>
    <w:rsid w:val="00B043B4"/>
    <w:rsid w:val="00B17153"/>
    <w:rsid w:val="00B179BD"/>
    <w:rsid w:val="00B61432"/>
    <w:rsid w:val="00B73441"/>
    <w:rsid w:val="00B86DB4"/>
    <w:rsid w:val="00BA4C0A"/>
    <w:rsid w:val="00BE3C42"/>
    <w:rsid w:val="00BF3E72"/>
    <w:rsid w:val="00C051D1"/>
    <w:rsid w:val="00C15B3E"/>
    <w:rsid w:val="00C17434"/>
    <w:rsid w:val="00C22447"/>
    <w:rsid w:val="00C27ED5"/>
    <w:rsid w:val="00C53192"/>
    <w:rsid w:val="00C62721"/>
    <w:rsid w:val="00C83861"/>
    <w:rsid w:val="00C94FDA"/>
    <w:rsid w:val="00CB115E"/>
    <w:rsid w:val="00CC4C0D"/>
    <w:rsid w:val="00CD0B13"/>
    <w:rsid w:val="00CD3FD9"/>
    <w:rsid w:val="00CD4679"/>
    <w:rsid w:val="00CD7D5F"/>
    <w:rsid w:val="00D14D29"/>
    <w:rsid w:val="00D17BB3"/>
    <w:rsid w:val="00D4641E"/>
    <w:rsid w:val="00D55AFF"/>
    <w:rsid w:val="00D70B9C"/>
    <w:rsid w:val="00D80B6A"/>
    <w:rsid w:val="00D876A3"/>
    <w:rsid w:val="00D90A91"/>
    <w:rsid w:val="00DA2702"/>
    <w:rsid w:val="00DB4288"/>
    <w:rsid w:val="00DD1DAC"/>
    <w:rsid w:val="00DD276F"/>
    <w:rsid w:val="00DD4B39"/>
    <w:rsid w:val="00E009F1"/>
    <w:rsid w:val="00E024B4"/>
    <w:rsid w:val="00E03BF0"/>
    <w:rsid w:val="00E13C28"/>
    <w:rsid w:val="00E2155C"/>
    <w:rsid w:val="00E23460"/>
    <w:rsid w:val="00E23F17"/>
    <w:rsid w:val="00E42106"/>
    <w:rsid w:val="00E43CF8"/>
    <w:rsid w:val="00E46FAB"/>
    <w:rsid w:val="00E51911"/>
    <w:rsid w:val="00E519AA"/>
    <w:rsid w:val="00E81814"/>
    <w:rsid w:val="00E86100"/>
    <w:rsid w:val="00E97AB3"/>
    <w:rsid w:val="00EA2FAF"/>
    <w:rsid w:val="00EB5C2C"/>
    <w:rsid w:val="00F25773"/>
    <w:rsid w:val="00F265D9"/>
    <w:rsid w:val="00F3070B"/>
    <w:rsid w:val="00F5225F"/>
    <w:rsid w:val="00F658DB"/>
    <w:rsid w:val="00F87EC4"/>
    <w:rsid w:val="00F935E3"/>
    <w:rsid w:val="00FD1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17618"/>
    <w:pPr>
      <w:overflowPunct w:val="0"/>
      <w:autoSpaceDE w:val="0"/>
      <w:autoSpaceDN w:val="0"/>
      <w:adjustRightInd w:val="0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textAlignment w:val="baseline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textAlignment w:val="baseline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textAlignment w:val="baseline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textAlignment w:val="baseline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410C8"/>
    <w:pPr>
      <w:spacing w:before="240" w:after="6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qFormat/>
    <w:rsid w:val="002E45F0"/>
    <w:pPr>
      <w:spacing w:before="240" w:after="60"/>
      <w:textAlignment w:val="baseline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  <w:textAlignment w:val="baseline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textAlignment w:val="baseline"/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  <w:textAlignment w:val="baseline"/>
    </w:pPr>
    <w:rPr>
      <w:sz w:val="28"/>
    </w:rPr>
  </w:style>
  <w:style w:type="paragraph" w:styleId="NormaleWeb">
    <w:name w:val="Normal (Web)"/>
    <w:basedOn w:val="Normale"/>
    <w:uiPriority w:val="99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  <w:textAlignment w:val="baseline"/>
    </w:pPr>
  </w:style>
  <w:style w:type="paragraph" w:styleId="Testofumetto">
    <w:name w:val="Balloon Text"/>
    <w:basedOn w:val="Normale"/>
    <w:semiHidden/>
    <w:pPr>
      <w:textAlignment w:val="baseline"/>
    </w:pPr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  <w:textAlignment w:val="baseline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  <w:textAlignment w:val="baseline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9Carattere">
    <w:name w:val="Titolo 9 Carattere"/>
    <w:link w:val="Titolo9"/>
    <w:semiHidden/>
    <w:rsid w:val="002E45F0"/>
    <w:rPr>
      <w:rFonts w:ascii="Cambria" w:eastAsia="Times New Roman" w:hAnsi="Cambria" w:cs="Times New Roman"/>
      <w:sz w:val="22"/>
      <w:szCs w:val="22"/>
    </w:rPr>
  </w:style>
  <w:style w:type="character" w:customStyle="1" w:styleId="IntestazioneCarattere">
    <w:name w:val="Intestazione Carattere"/>
    <w:link w:val="Intestazione"/>
    <w:rsid w:val="002E45F0"/>
    <w:rPr>
      <w:sz w:val="24"/>
    </w:rPr>
  </w:style>
  <w:style w:type="paragraph" w:customStyle="1" w:styleId="Corpodeltesto31">
    <w:name w:val="Corpo del testo 31"/>
    <w:basedOn w:val="Normale"/>
    <w:rsid w:val="002E45F0"/>
    <w:pPr>
      <w:jc w:val="both"/>
    </w:pPr>
    <w:rPr>
      <w:b/>
    </w:rPr>
  </w:style>
  <w:style w:type="character" w:customStyle="1" w:styleId="PidipaginaCarattere">
    <w:name w:val="Piè di pagina Carattere"/>
    <w:link w:val="Pidipagina"/>
    <w:uiPriority w:val="99"/>
    <w:rsid w:val="003806E6"/>
    <w:rPr>
      <w:sz w:val="24"/>
    </w:rPr>
  </w:style>
  <w:style w:type="paragraph" w:styleId="Testonotaapidipagina">
    <w:name w:val="footnote text"/>
    <w:basedOn w:val="Normale"/>
    <w:link w:val="TestonotaapidipaginaCarattere"/>
    <w:rsid w:val="00C94FDA"/>
    <w:pPr>
      <w:textAlignment w:val="baseline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94FDA"/>
  </w:style>
  <w:style w:type="character" w:styleId="Rimandonotaapidipagina">
    <w:name w:val="footnote reference"/>
    <w:rsid w:val="00C94FDA"/>
    <w:rPr>
      <w:vertAlign w:val="superscript"/>
    </w:rPr>
  </w:style>
  <w:style w:type="paragraph" w:customStyle="1" w:styleId="BodyText24">
    <w:name w:val="Body Text 24"/>
    <w:basedOn w:val="Normale"/>
    <w:rsid w:val="008266E0"/>
    <w:pPr>
      <w:jc w:val="both"/>
    </w:pPr>
    <w:rPr>
      <w:b/>
    </w:rPr>
  </w:style>
  <w:style w:type="character" w:customStyle="1" w:styleId="Titolo5Carattere">
    <w:name w:val="Titolo 5 Carattere"/>
    <w:link w:val="Titolo5"/>
    <w:semiHidden/>
    <w:rsid w:val="007410C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Enfasigrassetto">
    <w:name w:val="Strong"/>
    <w:uiPriority w:val="22"/>
    <w:qFormat/>
    <w:rsid w:val="005A694F"/>
    <w:rPr>
      <w:b/>
      <w:bCs/>
    </w:rPr>
  </w:style>
  <w:style w:type="paragraph" w:customStyle="1" w:styleId="grassetto1">
    <w:name w:val="grassetto1"/>
    <w:basedOn w:val="Normale"/>
    <w:rsid w:val="00636AE4"/>
    <w:pPr>
      <w:overflowPunct/>
      <w:autoSpaceDE/>
      <w:autoSpaceDN/>
      <w:adjustRightInd/>
      <w:spacing w:after="24"/>
    </w:pPr>
    <w:rPr>
      <w:b/>
      <w:bCs/>
      <w:szCs w:val="24"/>
    </w:rPr>
  </w:style>
  <w:style w:type="character" w:customStyle="1" w:styleId="riferimento1">
    <w:name w:val="riferimento1"/>
    <w:rsid w:val="00636AE4"/>
    <w:rPr>
      <w:i/>
      <w:iCs/>
      <w:color w:val="058940"/>
    </w:rPr>
  </w:style>
  <w:style w:type="paragraph" w:customStyle="1" w:styleId="BodyText22">
    <w:name w:val="Body Text 22"/>
    <w:basedOn w:val="Normale"/>
    <w:rsid w:val="00533D19"/>
    <w:pPr>
      <w:spacing w:line="480" w:lineRule="auto"/>
      <w:jc w:val="both"/>
    </w:pPr>
  </w:style>
  <w:style w:type="paragraph" w:styleId="Rientrocorpodeltesto3">
    <w:name w:val="Body Text Indent 3"/>
    <w:basedOn w:val="Normale"/>
    <w:link w:val="Rientrocorpodeltesto3Carattere"/>
    <w:rsid w:val="00533D19"/>
    <w:pPr>
      <w:widowControl w:val="0"/>
      <w:spacing w:after="120"/>
      <w:ind w:left="283"/>
      <w:textAlignment w:val="baseline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533D19"/>
    <w:rPr>
      <w:sz w:val="16"/>
      <w:szCs w:val="16"/>
    </w:rPr>
  </w:style>
  <w:style w:type="character" w:styleId="Enfasicorsivo">
    <w:name w:val="Emphasis"/>
    <w:qFormat/>
    <w:rsid w:val="00533D19"/>
    <w:rPr>
      <w:i/>
      <w:iCs/>
    </w:rPr>
  </w:style>
  <w:style w:type="paragraph" w:customStyle="1" w:styleId="BodyText23">
    <w:name w:val="Body Text 23"/>
    <w:basedOn w:val="Normale"/>
    <w:rsid w:val="00533D19"/>
    <w:pPr>
      <w:jc w:val="both"/>
    </w:pPr>
    <w:rPr>
      <w:b/>
    </w:rPr>
  </w:style>
  <w:style w:type="paragraph" w:customStyle="1" w:styleId="Rientrocorpodeltesto21">
    <w:name w:val="Rientro corpo del testo 21"/>
    <w:basedOn w:val="Normale"/>
    <w:rsid w:val="005F77E6"/>
    <w:pPr>
      <w:ind w:firstLine="708"/>
    </w:pPr>
    <w:rPr>
      <w:sz w:val="20"/>
    </w:rPr>
  </w:style>
  <w:style w:type="paragraph" w:customStyle="1" w:styleId="Default">
    <w:name w:val="Default"/>
    <w:rsid w:val="003A587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17618"/>
    <w:pPr>
      <w:overflowPunct w:val="0"/>
      <w:autoSpaceDE w:val="0"/>
      <w:autoSpaceDN w:val="0"/>
      <w:adjustRightInd w:val="0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textAlignment w:val="baseline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textAlignment w:val="baseline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textAlignment w:val="baseline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textAlignment w:val="baseline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410C8"/>
    <w:pPr>
      <w:spacing w:before="240" w:after="6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qFormat/>
    <w:rsid w:val="002E45F0"/>
    <w:pPr>
      <w:spacing w:before="240" w:after="60"/>
      <w:textAlignment w:val="baseline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  <w:textAlignment w:val="baseline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textAlignment w:val="baseline"/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  <w:textAlignment w:val="baseline"/>
    </w:pPr>
    <w:rPr>
      <w:sz w:val="28"/>
    </w:rPr>
  </w:style>
  <w:style w:type="paragraph" w:styleId="NormaleWeb">
    <w:name w:val="Normal (Web)"/>
    <w:basedOn w:val="Normale"/>
    <w:uiPriority w:val="99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  <w:textAlignment w:val="baseline"/>
    </w:pPr>
  </w:style>
  <w:style w:type="paragraph" w:styleId="Testofumetto">
    <w:name w:val="Balloon Text"/>
    <w:basedOn w:val="Normale"/>
    <w:semiHidden/>
    <w:pPr>
      <w:textAlignment w:val="baseline"/>
    </w:pPr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  <w:textAlignment w:val="baseline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  <w:textAlignment w:val="baseline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9Carattere">
    <w:name w:val="Titolo 9 Carattere"/>
    <w:link w:val="Titolo9"/>
    <w:semiHidden/>
    <w:rsid w:val="002E45F0"/>
    <w:rPr>
      <w:rFonts w:ascii="Cambria" w:eastAsia="Times New Roman" w:hAnsi="Cambria" w:cs="Times New Roman"/>
      <w:sz w:val="22"/>
      <w:szCs w:val="22"/>
    </w:rPr>
  </w:style>
  <w:style w:type="character" w:customStyle="1" w:styleId="IntestazioneCarattere">
    <w:name w:val="Intestazione Carattere"/>
    <w:link w:val="Intestazione"/>
    <w:rsid w:val="002E45F0"/>
    <w:rPr>
      <w:sz w:val="24"/>
    </w:rPr>
  </w:style>
  <w:style w:type="paragraph" w:customStyle="1" w:styleId="Corpodeltesto31">
    <w:name w:val="Corpo del testo 31"/>
    <w:basedOn w:val="Normale"/>
    <w:rsid w:val="002E45F0"/>
    <w:pPr>
      <w:jc w:val="both"/>
    </w:pPr>
    <w:rPr>
      <w:b/>
    </w:rPr>
  </w:style>
  <w:style w:type="character" w:customStyle="1" w:styleId="PidipaginaCarattere">
    <w:name w:val="Piè di pagina Carattere"/>
    <w:link w:val="Pidipagina"/>
    <w:uiPriority w:val="99"/>
    <w:rsid w:val="003806E6"/>
    <w:rPr>
      <w:sz w:val="24"/>
    </w:rPr>
  </w:style>
  <w:style w:type="paragraph" w:styleId="Testonotaapidipagina">
    <w:name w:val="footnote text"/>
    <w:basedOn w:val="Normale"/>
    <w:link w:val="TestonotaapidipaginaCarattere"/>
    <w:rsid w:val="00C94FDA"/>
    <w:pPr>
      <w:textAlignment w:val="baseline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94FDA"/>
  </w:style>
  <w:style w:type="character" w:styleId="Rimandonotaapidipagina">
    <w:name w:val="footnote reference"/>
    <w:rsid w:val="00C94FDA"/>
    <w:rPr>
      <w:vertAlign w:val="superscript"/>
    </w:rPr>
  </w:style>
  <w:style w:type="paragraph" w:customStyle="1" w:styleId="BodyText24">
    <w:name w:val="Body Text 24"/>
    <w:basedOn w:val="Normale"/>
    <w:rsid w:val="008266E0"/>
    <w:pPr>
      <w:jc w:val="both"/>
    </w:pPr>
    <w:rPr>
      <w:b/>
    </w:rPr>
  </w:style>
  <w:style w:type="character" w:customStyle="1" w:styleId="Titolo5Carattere">
    <w:name w:val="Titolo 5 Carattere"/>
    <w:link w:val="Titolo5"/>
    <w:semiHidden/>
    <w:rsid w:val="007410C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Enfasigrassetto">
    <w:name w:val="Strong"/>
    <w:uiPriority w:val="22"/>
    <w:qFormat/>
    <w:rsid w:val="005A694F"/>
    <w:rPr>
      <w:b/>
      <w:bCs/>
    </w:rPr>
  </w:style>
  <w:style w:type="paragraph" w:customStyle="1" w:styleId="grassetto1">
    <w:name w:val="grassetto1"/>
    <w:basedOn w:val="Normale"/>
    <w:rsid w:val="00636AE4"/>
    <w:pPr>
      <w:overflowPunct/>
      <w:autoSpaceDE/>
      <w:autoSpaceDN/>
      <w:adjustRightInd/>
      <w:spacing w:after="24"/>
    </w:pPr>
    <w:rPr>
      <w:b/>
      <w:bCs/>
      <w:szCs w:val="24"/>
    </w:rPr>
  </w:style>
  <w:style w:type="character" w:customStyle="1" w:styleId="riferimento1">
    <w:name w:val="riferimento1"/>
    <w:rsid w:val="00636AE4"/>
    <w:rPr>
      <w:i/>
      <w:iCs/>
      <w:color w:val="058940"/>
    </w:rPr>
  </w:style>
  <w:style w:type="paragraph" w:customStyle="1" w:styleId="BodyText22">
    <w:name w:val="Body Text 22"/>
    <w:basedOn w:val="Normale"/>
    <w:rsid w:val="00533D19"/>
    <w:pPr>
      <w:spacing w:line="480" w:lineRule="auto"/>
      <w:jc w:val="both"/>
    </w:pPr>
  </w:style>
  <w:style w:type="paragraph" w:styleId="Rientrocorpodeltesto3">
    <w:name w:val="Body Text Indent 3"/>
    <w:basedOn w:val="Normale"/>
    <w:link w:val="Rientrocorpodeltesto3Carattere"/>
    <w:rsid w:val="00533D19"/>
    <w:pPr>
      <w:widowControl w:val="0"/>
      <w:spacing w:after="120"/>
      <w:ind w:left="283"/>
      <w:textAlignment w:val="baseline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533D19"/>
    <w:rPr>
      <w:sz w:val="16"/>
      <w:szCs w:val="16"/>
    </w:rPr>
  </w:style>
  <w:style w:type="character" w:styleId="Enfasicorsivo">
    <w:name w:val="Emphasis"/>
    <w:qFormat/>
    <w:rsid w:val="00533D19"/>
    <w:rPr>
      <w:i/>
      <w:iCs/>
    </w:rPr>
  </w:style>
  <w:style w:type="paragraph" w:customStyle="1" w:styleId="BodyText23">
    <w:name w:val="Body Text 23"/>
    <w:basedOn w:val="Normale"/>
    <w:rsid w:val="00533D19"/>
    <w:pPr>
      <w:jc w:val="both"/>
    </w:pPr>
    <w:rPr>
      <w:b/>
    </w:rPr>
  </w:style>
  <w:style w:type="paragraph" w:customStyle="1" w:styleId="Rientrocorpodeltesto21">
    <w:name w:val="Rientro corpo del testo 21"/>
    <w:basedOn w:val="Normale"/>
    <w:rsid w:val="005F77E6"/>
    <w:pPr>
      <w:ind w:firstLine="708"/>
    </w:pPr>
    <w:rPr>
      <w:sz w:val="20"/>
    </w:rPr>
  </w:style>
  <w:style w:type="paragraph" w:customStyle="1" w:styleId="Default">
    <w:name w:val="Default"/>
    <w:rsid w:val="003A587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3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3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1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7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3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dfisicamarche@istruzione.i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120\Desktop\modelli\USR%20March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1A0C6-FFE3-49C1-A899-8A3CC0A42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USR Marche.dotx</Template>
  <TotalTime>0</TotalTime>
  <Pages>1</Pages>
  <Words>139</Words>
  <Characters>983</Characters>
  <Application>Microsoft Office Word</Application>
  <DocSecurity>4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1120</CharactersWithSpaces>
  <SharedDoc>false</SharedDoc>
  <HLinks>
    <vt:vector size="24" baseType="variant"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6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3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  <vt:variant>
        <vt:i4>1179687</vt:i4>
      </vt:variant>
      <vt:variant>
        <vt:i4>0</vt:i4>
      </vt:variant>
      <vt:variant>
        <vt:i4>0</vt:i4>
      </vt:variant>
      <vt:variant>
        <vt:i4>5</vt:i4>
      </vt:variant>
      <vt:variant>
        <vt:lpwstr>mailto:nicola.sabatino.an@istruzione.it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2</cp:revision>
  <cp:lastPrinted>2015-05-25T08:57:00Z</cp:lastPrinted>
  <dcterms:created xsi:type="dcterms:W3CDTF">2019-04-15T13:43:00Z</dcterms:created>
  <dcterms:modified xsi:type="dcterms:W3CDTF">2019-04-15T13:43:00Z</dcterms:modified>
</cp:coreProperties>
</file>